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709"/>
        <w:gridCol w:w="149"/>
        <w:gridCol w:w="560"/>
        <w:gridCol w:w="1417"/>
        <w:gridCol w:w="1418"/>
        <w:gridCol w:w="1418"/>
      </w:tblGrid>
      <w:tr w:rsidR="00247F48">
        <w:trPr>
          <w:cantSplit/>
          <w:trHeight w:hRule="exact" w:val="964"/>
        </w:trPr>
        <w:sdt>
          <w:sdtPr>
            <w:id w:val="2111542663"/>
            <w:lock w:val="sdtLocked"/>
            <w:placeholder>
              <w:docPart w:val="3F5552FEF7CB4D0A872DF3EF8F6135A9"/>
            </w:placeholder>
            <w:showingPlcHdr/>
            <w:text w:multiLine="1"/>
          </w:sdtPr>
          <w:sdtEndPr/>
          <w:sdtContent>
            <w:tc>
              <w:tcPr>
                <w:tcW w:w="5670" w:type="dxa"/>
                <w:gridSpan w:val="4"/>
                <w:tcBorders>
                  <w:top w:val="nil"/>
                  <w:bottom w:val="single" w:sz="4" w:space="0" w:color="auto"/>
                  <w:right w:val="nil"/>
                </w:tcBorders>
              </w:tcPr>
              <w:p w:rsidR="00247F48" w:rsidRPr="00FA5B06" w:rsidRDefault="003D4F20" w:rsidP="003D4F20">
                <w:r>
                  <w:rPr>
                    <w:rStyle w:val="Platzhaltertext"/>
                  </w:rPr>
                  <w:t>Absender</w:t>
                </w:r>
              </w:p>
            </w:tc>
          </w:sdtContent>
        </w:sdt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47F48" w:rsidRDefault="00247F48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7F48" w:rsidRDefault="00247F48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47F48" w:rsidRDefault="00247F48"/>
        </w:tc>
      </w:tr>
      <w:tr w:rsidR="00247F48">
        <w:trPr>
          <w:cantSplit/>
          <w:trHeight w:hRule="exact" w:val="244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7F48" w:rsidRDefault="006C0EC9">
            <w:pPr>
              <w:pStyle w:val="Fuzeile"/>
              <w:tabs>
                <w:tab w:val="clear" w:pos="4536"/>
                <w:tab w:val="clear" w:pos="9072"/>
              </w:tabs>
            </w:pPr>
            <w:r>
              <w:rPr>
                <w:sz w:val="16"/>
              </w:rPr>
              <w:t>Absender (Schulamtsstempel)</w:t>
            </w:r>
          </w:p>
        </w:tc>
      </w:tr>
      <w:tr w:rsidR="00247F48">
        <w:trPr>
          <w:cantSplit/>
          <w:trHeight w:hRule="exact" w:val="241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7F48" w:rsidRPr="004D1BE3" w:rsidRDefault="00247F48">
            <w:pPr>
              <w:pStyle w:val="Fuzeile"/>
              <w:tabs>
                <w:tab w:val="clear" w:pos="4536"/>
                <w:tab w:val="clear" w:pos="9072"/>
              </w:tabs>
              <w:rPr>
                <w:sz w:val="28"/>
              </w:rPr>
            </w:pPr>
            <w:r w:rsidRPr="004D1BE3">
              <w:rPr>
                <w:sz w:val="28"/>
              </w:rPr>
              <w:t>Regierung von Mittelfranken</w:t>
            </w:r>
          </w:p>
          <w:p w:rsidR="00B5568E" w:rsidRPr="004D1BE3" w:rsidRDefault="00FA5B06">
            <w:pPr>
              <w:rPr>
                <w:sz w:val="28"/>
              </w:rPr>
            </w:pPr>
            <w:r>
              <w:rPr>
                <w:sz w:val="28"/>
              </w:rPr>
              <w:t xml:space="preserve">SG </w:t>
            </w:r>
            <w:sdt>
              <w:sdtPr>
                <w:rPr>
                  <w:sz w:val="28"/>
                </w:rPr>
                <w:id w:val="-1736469102"/>
                <w:lock w:val="sdtLocked"/>
                <w:placeholder>
                  <w:docPart w:val="1E4D288D79F24309AA7C8DA83A541DC6"/>
                </w:placeholder>
                <w:showingPlcHdr/>
                <w:text/>
              </w:sdtPr>
              <w:sdtEndPr/>
              <w:sdtContent>
                <w:r w:rsidR="003D4F20">
                  <w:rPr>
                    <w:rStyle w:val="Platzhaltertext"/>
                  </w:rPr>
                  <w:t>SG-Nummer</w:t>
                </w:r>
              </w:sdtContent>
            </w:sdt>
          </w:p>
          <w:p w:rsidR="00247F48" w:rsidRPr="004D1BE3" w:rsidRDefault="00247F48">
            <w:pPr>
              <w:rPr>
                <w:sz w:val="28"/>
              </w:rPr>
            </w:pPr>
            <w:r w:rsidRPr="004D1BE3">
              <w:rPr>
                <w:sz w:val="28"/>
              </w:rPr>
              <w:t>Postfach 6 06</w:t>
            </w:r>
          </w:p>
          <w:p w:rsidR="00247F48" w:rsidRDefault="00247F48">
            <w:r w:rsidRPr="004D1BE3">
              <w:rPr>
                <w:sz w:val="28"/>
              </w:rPr>
              <w:t>91511 Ansbach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47F48" w:rsidRDefault="00247F48"/>
        </w:tc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47F48" w:rsidRPr="009E6897" w:rsidRDefault="004D1BE3" w:rsidP="00303D8F">
            <w:pPr>
              <w:rPr>
                <w:sz w:val="20"/>
              </w:rPr>
            </w:pPr>
            <w:r w:rsidRPr="009E6897">
              <w:rPr>
                <w:sz w:val="20"/>
              </w:rPr>
              <w:t>Art</w:t>
            </w:r>
            <w:r w:rsidR="00303D8F" w:rsidRPr="009E6897">
              <w:rPr>
                <w:sz w:val="20"/>
              </w:rPr>
              <w:t xml:space="preserve"> (bitte ankreuzen und zuständiges SG in Adresse ergänzen)</w:t>
            </w:r>
            <w:r w:rsidRPr="009E6897">
              <w:rPr>
                <w:sz w:val="20"/>
              </w:rPr>
              <w:t>:</w:t>
            </w:r>
          </w:p>
          <w:p w:rsidR="004D1BE3" w:rsidRDefault="00C77B49" w:rsidP="00303D8F">
            <w:pPr>
              <w:rPr>
                <w:sz w:val="20"/>
              </w:rPr>
            </w:pPr>
            <w:sdt>
              <w:sdtPr>
                <w:rPr>
                  <w:sz w:val="28"/>
                  <w:szCs w:val="18"/>
                </w:rPr>
                <w:id w:val="-307936903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420">
                  <w:rPr>
                    <w:rFonts w:ascii="MS Gothic" w:eastAsia="MS Gothic" w:hAnsi="MS Gothic" w:hint="eastAsia"/>
                    <w:sz w:val="28"/>
                    <w:szCs w:val="18"/>
                  </w:rPr>
                  <w:t>☐</w:t>
                </w:r>
              </w:sdtContent>
            </w:sdt>
            <w:r w:rsidR="004D1BE3" w:rsidRPr="00303D8F">
              <w:rPr>
                <w:sz w:val="20"/>
              </w:rPr>
              <w:tab/>
            </w:r>
            <w:r w:rsidR="004D1BE3">
              <w:rPr>
                <w:sz w:val="20"/>
              </w:rPr>
              <w:t>Nachrücker/MOB (SG 43.44)</w:t>
            </w:r>
          </w:p>
          <w:p w:rsidR="004D1BE3" w:rsidRDefault="00C77B49" w:rsidP="00303D8F">
            <w:pPr>
              <w:rPr>
                <w:sz w:val="20"/>
              </w:rPr>
            </w:pPr>
            <w:sdt>
              <w:sdtPr>
                <w:rPr>
                  <w:sz w:val="28"/>
                  <w:szCs w:val="18"/>
                </w:rPr>
                <w:id w:val="105511938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420">
                  <w:rPr>
                    <w:rFonts w:ascii="MS Gothic" w:eastAsia="MS Gothic" w:hAnsi="MS Gothic" w:hint="eastAsia"/>
                    <w:sz w:val="28"/>
                    <w:szCs w:val="18"/>
                  </w:rPr>
                  <w:t>☐</w:t>
                </w:r>
              </w:sdtContent>
            </w:sdt>
            <w:r w:rsidR="004D1BE3" w:rsidRPr="00303D8F">
              <w:rPr>
                <w:sz w:val="20"/>
              </w:rPr>
              <w:tab/>
            </w:r>
            <w:r w:rsidR="004D1BE3">
              <w:rPr>
                <w:sz w:val="20"/>
              </w:rPr>
              <w:t>Zweitqualifikant (SG 43.44)</w:t>
            </w:r>
          </w:p>
          <w:p w:rsidR="004D1BE3" w:rsidRDefault="00C77B49" w:rsidP="00303D8F">
            <w:pPr>
              <w:rPr>
                <w:sz w:val="20"/>
              </w:rPr>
            </w:pPr>
            <w:sdt>
              <w:sdtPr>
                <w:rPr>
                  <w:sz w:val="28"/>
                  <w:szCs w:val="18"/>
                </w:rPr>
                <w:id w:val="177751825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420">
                  <w:rPr>
                    <w:rFonts w:ascii="MS Gothic" w:eastAsia="MS Gothic" w:hAnsi="MS Gothic" w:hint="eastAsia"/>
                    <w:sz w:val="28"/>
                    <w:szCs w:val="18"/>
                  </w:rPr>
                  <w:t>☐</w:t>
                </w:r>
              </w:sdtContent>
            </w:sdt>
            <w:r w:rsidR="004D1BE3" w:rsidRPr="00303D8F">
              <w:rPr>
                <w:sz w:val="20"/>
              </w:rPr>
              <w:tab/>
            </w:r>
            <w:r w:rsidR="004D1BE3">
              <w:rPr>
                <w:sz w:val="20"/>
              </w:rPr>
              <w:t>Drittkraft (SG 43.43)</w:t>
            </w:r>
          </w:p>
          <w:p w:rsidR="004D1BE3" w:rsidRPr="00303D8F" w:rsidRDefault="00C77B49" w:rsidP="00303D8F">
            <w:pPr>
              <w:rPr>
                <w:sz w:val="20"/>
              </w:rPr>
            </w:pPr>
            <w:sdt>
              <w:sdtPr>
                <w:rPr>
                  <w:sz w:val="28"/>
                  <w:szCs w:val="18"/>
                </w:rPr>
                <w:id w:val="110847738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420">
                  <w:rPr>
                    <w:rFonts w:ascii="MS Gothic" w:eastAsia="MS Gothic" w:hAnsi="MS Gothic" w:hint="eastAsia"/>
                    <w:sz w:val="28"/>
                    <w:szCs w:val="18"/>
                  </w:rPr>
                  <w:t>☐</w:t>
                </w:r>
              </w:sdtContent>
            </w:sdt>
            <w:r w:rsidR="004D1BE3" w:rsidRPr="00303D8F">
              <w:rPr>
                <w:sz w:val="20"/>
              </w:rPr>
              <w:tab/>
            </w:r>
            <w:r w:rsidR="004D1BE3">
              <w:rPr>
                <w:sz w:val="20"/>
              </w:rPr>
              <w:t>Lern- und Sprachpraxis (SG 43.43)</w:t>
            </w:r>
          </w:p>
        </w:tc>
      </w:tr>
      <w:tr w:rsidR="00247F48">
        <w:trPr>
          <w:cantSplit/>
          <w:trHeight w:hRule="exact" w:val="482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7F48" w:rsidRDefault="00247F48" w:rsidP="003D4F20">
            <w:pPr>
              <w:ind w:left="284"/>
            </w:pPr>
          </w:p>
        </w:tc>
      </w:tr>
      <w:tr w:rsidR="00247F48">
        <w:trPr>
          <w:cantSplit/>
          <w:trHeight w:hRule="exact" w:val="964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7F48" w:rsidRDefault="004D1BE3" w:rsidP="00C43CB5">
            <w:pPr>
              <w:spacing w:line="360" w:lineRule="auto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Personalverhältnisse - </w:t>
            </w:r>
            <w:r w:rsidR="00247F48">
              <w:rPr>
                <w:b/>
                <w:bCs/>
                <w:sz w:val="20"/>
              </w:rPr>
              <w:t xml:space="preserve">Einstellung </w:t>
            </w:r>
            <w:r>
              <w:rPr>
                <w:b/>
                <w:bCs/>
                <w:sz w:val="20"/>
              </w:rPr>
              <w:t>Personal an Schulen</w:t>
            </w:r>
          </w:p>
          <w:p w:rsidR="00247F48" w:rsidRDefault="00C43CB5" w:rsidP="00FA5B06">
            <w:pPr>
              <w:rPr>
                <w:bCs/>
              </w:rPr>
            </w:pPr>
            <w:r w:rsidRPr="00C43CB5">
              <w:rPr>
                <w:sz w:val="24"/>
              </w:rPr>
              <w:t xml:space="preserve">Frau/Herr </w:t>
            </w:r>
            <w:sdt>
              <w:sdtPr>
                <w:rPr>
                  <w:sz w:val="28"/>
                </w:rPr>
                <w:id w:val="-235241007"/>
                <w:showingPlcHdr/>
                <w:text/>
              </w:sdtPr>
              <w:sdtEndPr/>
              <w:sdtContent>
                <w:r w:rsidR="00FA5B06">
                  <w:rPr>
                    <w:rStyle w:val="Platzhaltertext"/>
                  </w:rPr>
                  <w:t>Vor- und Zuname</w:t>
                </w:r>
              </w:sdtContent>
            </w:sdt>
          </w:p>
        </w:tc>
      </w:tr>
      <w:tr w:rsidR="00247F48" w:rsidTr="00FA10D7">
        <w:trPr>
          <w:cantSplit/>
          <w:trHeight w:hRule="exact" w:val="9828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7F48" w:rsidRDefault="00247F48">
            <w:pPr>
              <w:pStyle w:val="Fu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Zur Ausfertigung des Arbeitsvertrages und Anweisung des Entgelts werden folgende Unterlagen vorgelegt:</w:t>
            </w:r>
          </w:p>
          <w:p w:rsidR="001A547A" w:rsidRDefault="001A547A" w:rsidP="00303D8F">
            <w:pPr>
              <w:tabs>
                <w:tab w:val="left" w:pos="2805"/>
              </w:tabs>
            </w:pPr>
          </w:p>
          <w:p w:rsidR="001A547A" w:rsidRDefault="00C77B49" w:rsidP="009E6897">
            <w:pPr>
              <w:ind w:left="567" w:hanging="567"/>
              <w:rPr>
                <w:b/>
                <w:u w:val="single"/>
              </w:rPr>
            </w:pPr>
            <w:sdt>
              <w:sdtPr>
                <w:rPr>
                  <w:sz w:val="28"/>
                  <w:szCs w:val="18"/>
                </w:rPr>
                <w:id w:val="-151514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F20" w:rsidRPr="003D4F20">
                  <w:rPr>
                    <w:rFonts w:ascii="MS Gothic" w:eastAsia="MS Gothic" w:hAnsi="MS Gothic" w:hint="eastAsia"/>
                    <w:sz w:val="28"/>
                    <w:szCs w:val="18"/>
                  </w:rPr>
                  <w:t>☐</w:t>
                </w:r>
              </w:sdtContent>
            </w:sdt>
            <w:r w:rsidR="003D4F20" w:rsidRPr="003D4F20">
              <w:rPr>
                <w:b/>
              </w:rPr>
              <w:t xml:space="preserve"> </w:t>
            </w:r>
            <w:r w:rsidR="001A547A">
              <w:rPr>
                <w:b/>
                <w:u w:val="single"/>
              </w:rPr>
              <w:t>Erstmalige Be</w:t>
            </w:r>
            <w:r w:rsidR="003D4F20">
              <w:rPr>
                <w:b/>
                <w:u w:val="single"/>
              </w:rPr>
              <w:t>schäftigung</w:t>
            </w:r>
            <w:r w:rsidR="001A547A">
              <w:rPr>
                <w:b/>
                <w:u w:val="single"/>
              </w:rPr>
              <w:t xml:space="preserve">: </w:t>
            </w:r>
          </w:p>
          <w:p w:rsidR="001A547A" w:rsidRPr="00FA10D7" w:rsidRDefault="001A547A" w:rsidP="001A547A">
            <w:pPr>
              <w:rPr>
                <w:b/>
                <w:sz w:val="8"/>
                <w:u w:val="single"/>
              </w:rPr>
            </w:pPr>
          </w:p>
          <w:p w:rsidR="00247F48" w:rsidRPr="00C77B49" w:rsidRDefault="00C77B49" w:rsidP="003D4F20">
            <w:pPr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95575108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831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303D8F" w:rsidRPr="00C77B49">
              <w:rPr>
                <w:sz w:val="18"/>
              </w:rPr>
              <w:tab/>
            </w:r>
            <w:r w:rsidR="00B5568E" w:rsidRPr="00C77B49">
              <w:rPr>
                <w:sz w:val="18"/>
              </w:rPr>
              <w:t>Vereinbarung</w:t>
            </w:r>
            <w:r w:rsidR="00247F48" w:rsidRPr="00C77B49">
              <w:rPr>
                <w:sz w:val="18"/>
              </w:rPr>
              <w:t xml:space="preserve"> über die Befristung eines Arbeitsverhältnisses</w:t>
            </w:r>
            <w:r w:rsidR="007D6845" w:rsidRPr="00C77B49">
              <w:rPr>
                <w:sz w:val="18"/>
              </w:rPr>
              <w:t xml:space="preserve"> </w:t>
            </w:r>
            <w:r w:rsidR="00FA10D7" w:rsidRPr="00C77B49">
              <w:rPr>
                <w:sz w:val="18"/>
              </w:rPr>
              <w:t>(bei Nachrücker/MOB und Zweitqualifikanten</w:t>
            </w:r>
            <w:r w:rsidR="007D6845" w:rsidRPr="00C77B49">
              <w:rPr>
                <w:sz w:val="18"/>
              </w:rPr>
              <w:t xml:space="preserve"> bereits vorab per Fax </w:t>
            </w:r>
            <w:r w:rsidR="00FA10D7" w:rsidRPr="00C77B49">
              <w:rPr>
                <w:sz w:val="18"/>
              </w:rPr>
              <w:t xml:space="preserve">an 43.44 </w:t>
            </w:r>
            <w:r w:rsidR="007D6845" w:rsidRPr="00C77B49">
              <w:rPr>
                <w:sz w:val="18"/>
              </w:rPr>
              <w:t>übermittelt</w:t>
            </w:r>
            <w:r w:rsidR="00FA10D7" w:rsidRPr="00C77B49">
              <w:rPr>
                <w:sz w:val="18"/>
              </w:rPr>
              <w:t>)</w:t>
            </w:r>
          </w:p>
          <w:p w:rsidR="00247F48" w:rsidRDefault="00C77B49" w:rsidP="003D4F20">
            <w:pPr>
              <w:tabs>
                <w:tab w:val="left" w:pos="360"/>
              </w:tabs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153641976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CB5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303D8F" w:rsidRPr="00C77B49">
              <w:rPr>
                <w:sz w:val="18"/>
              </w:rPr>
              <w:tab/>
            </w:r>
            <w:r w:rsidR="007D6845" w:rsidRPr="00C77B49">
              <w:rPr>
                <w:sz w:val="18"/>
              </w:rPr>
              <w:t xml:space="preserve">Beglaubigte </w:t>
            </w:r>
            <w:r w:rsidR="00247F48" w:rsidRPr="00C77B49">
              <w:rPr>
                <w:sz w:val="18"/>
              </w:rPr>
              <w:t>Kopie des Personalausweises bzw. Auszug aus dem Familienbuch</w:t>
            </w:r>
          </w:p>
          <w:p w:rsidR="00C77B49" w:rsidRPr="00C77B49" w:rsidRDefault="00C77B49" w:rsidP="00C77B49">
            <w:pPr>
              <w:tabs>
                <w:tab w:val="left" w:pos="360"/>
              </w:tabs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995920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Pr="00C77B49">
              <w:rPr>
                <w:sz w:val="18"/>
              </w:rPr>
              <w:tab/>
            </w:r>
            <w:r>
              <w:rPr>
                <w:sz w:val="18"/>
              </w:rPr>
              <w:t>Nachweis über einen ausreichenden Masernschutz gemäß § 20 Absatz 9 IfSG</w:t>
            </w:r>
          </w:p>
          <w:p w:rsidR="00247F48" w:rsidRPr="00C77B49" w:rsidRDefault="00C77B49" w:rsidP="003D4F20">
            <w:pPr>
              <w:tabs>
                <w:tab w:val="left" w:pos="360"/>
              </w:tabs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22510826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CB5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303D8F" w:rsidRPr="00C77B49">
              <w:rPr>
                <w:sz w:val="18"/>
              </w:rPr>
              <w:tab/>
            </w:r>
            <w:r w:rsidR="00247F48" w:rsidRPr="00C77B49">
              <w:rPr>
                <w:sz w:val="18"/>
              </w:rPr>
              <w:t xml:space="preserve">ggf. </w:t>
            </w:r>
            <w:r w:rsidR="007D6845" w:rsidRPr="00C77B49">
              <w:rPr>
                <w:sz w:val="18"/>
              </w:rPr>
              <w:t>beglaubigte Kopien</w:t>
            </w:r>
            <w:r w:rsidR="001A547A" w:rsidRPr="00C77B49">
              <w:rPr>
                <w:sz w:val="18"/>
              </w:rPr>
              <w:t xml:space="preserve"> der</w:t>
            </w:r>
            <w:r w:rsidR="00247F48" w:rsidRPr="00C77B49">
              <w:rPr>
                <w:sz w:val="18"/>
              </w:rPr>
              <w:t xml:space="preserve"> Geburtsurkunden der Kinder</w:t>
            </w:r>
          </w:p>
          <w:p w:rsidR="00247F48" w:rsidRPr="00C77B49" w:rsidRDefault="00C77B49" w:rsidP="003D4F20">
            <w:pPr>
              <w:tabs>
                <w:tab w:val="left" w:pos="360"/>
              </w:tabs>
              <w:ind w:left="1134" w:hanging="567"/>
              <w:rPr>
                <w:b/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630242903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D8F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303D8F" w:rsidRPr="00C77B49">
              <w:rPr>
                <w:sz w:val="18"/>
              </w:rPr>
              <w:tab/>
            </w:r>
            <w:r w:rsidR="00247F48" w:rsidRPr="00C77B49">
              <w:rPr>
                <w:sz w:val="18"/>
              </w:rPr>
              <w:t xml:space="preserve">Erklärung </w:t>
            </w:r>
            <w:r w:rsidR="00B5568E" w:rsidRPr="00C77B49">
              <w:rPr>
                <w:sz w:val="18"/>
              </w:rPr>
              <w:t>der Beschäftigten/des Beschäftigten</w:t>
            </w:r>
            <w:r w:rsidR="00B660EA" w:rsidRPr="00C77B49">
              <w:rPr>
                <w:sz w:val="18"/>
              </w:rPr>
              <w:t>, Teil 1 und 2 (Nrn. 43.7-002 und 43.7-003)</w:t>
            </w:r>
            <w:r w:rsidR="00B5568E" w:rsidRPr="00C77B49">
              <w:rPr>
                <w:sz w:val="18"/>
              </w:rPr>
              <w:t xml:space="preserve"> </w:t>
            </w:r>
            <w:r w:rsidR="009E6897" w:rsidRPr="00C77B49">
              <w:rPr>
                <w:sz w:val="18"/>
              </w:rPr>
              <w:br/>
            </w:r>
            <w:r w:rsidR="00B660EA" w:rsidRPr="00C77B49">
              <w:rPr>
                <w:b/>
                <w:sz w:val="18"/>
              </w:rPr>
              <w:t>2-fach</w:t>
            </w:r>
          </w:p>
          <w:p w:rsidR="00247F48" w:rsidRPr="00C77B49" w:rsidRDefault="00C77B49" w:rsidP="003D4F20">
            <w:pPr>
              <w:tabs>
                <w:tab w:val="left" w:pos="360"/>
              </w:tabs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1011717876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D8F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303D8F" w:rsidRPr="00C77B49">
              <w:rPr>
                <w:sz w:val="18"/>
              </w:rPr>
              <w:tab/>
            </w:r>
            <w:r w:rsidR="00247F48" w:rsidRPr="00C77B49">
              <w:rPr>
                <w:sz w:val="18"/>
              </w:rPr>
              <w:t xml:space="preserve">Formblatt über Belehrungen und Erklärungen der </w:t>
            </w:r>
            <w:r w:rsidR="00B5568E" w:rsidRPr="00C77B49">
              <w:rPr>
                <w:sz w:val="18"/>
              </w:rPr>
              <w:t>Lehr</w:t>
            </w:r>
            <w:r w:rsidR="00247F48" w:rsidRPr="00C77B49">
              <w:rPr>
                <w:sz w:val="18"/>
              </w:rPr>
              <w:t>kraft</w:t>
            </w:r>
            <w:r w:rsidR="007D6845" w:rsidRPr="00C77B49">
              <w:rPr>
                <w:sz w:val="18"/>
              </w:rPr>
              <w:t xml:space="preserve"> (20 Seiten)</w:t>
            </w:r>
          </w:p>
          <w:p w:rsidR="00247F48" w:rsidRPr="00C77B49" w:rsidRDefault="00C77B49" w:rsidP="003D4F20">
            <w:pPr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1506094417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D8F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303D8F" w:rsidRPr="00C77B49">
              <w:rPr>
                <w:sz w:val="18"/>
              </w:rPr>
              <w:tab/>
            </w:r>
            <w:r w:rsidR="00247F48" w:rsidRPr="00C77B49">
              <w:rPr>
                <w:sz w:val="18"/>
              </w:rPr>
              <w:t xml:space="preserve">Erweitertes Führungszeugnis </w:t>
            </w:r>
            <w:r w:rsidR="00B5568E" w:rsidRPr="00C77B49">
              <w:rPr>
                <w:b/>
                <w:sz w:val="18"/>
              </w:rPr>
              <w:t>zur Vorlage bei einer Behörde</w:t>
            </w:r>
            <w:r w:rsidR="00B5568E" w:rsidRPr="00C77B49">
              <w:rPr>
                <w:sz w:val="18"/>
              </w:rPr>
              <w:t xml:space="preserve"> nach </w:t>
            </w:r>
            <w:r w:rsidR="006C0EC9" w:rsidRPr="00C77B49">
              <w:rPr>
                <w:sz w:val="18"/>
              </w:rPr>
              <w:t>§30 a BZRG</w:t>
            </w:r>
            <w:r w:rsidR="00FA10D7" w:rsidRPr="00C77B49">
              <w:rPr>
                <w:sz w:val="18"/>
              </w:rPr>
              <w:t xml:space="preserve"> (bei Nachrücker/MOB und Zweitqualifikanten bereits vorab per Fax an 43.44 übermittelt)</w:t>
            </w:r>
          </w:p>
          <w:p w:rsidR="00247F48" w:rsidRPr="00C77B49" w:rsidRDefault="00C77B49" w:rsidP="003D4F20">
            <w:pPr>
              <w:tabs>
                <w:tab w:val="left" w:pos="360"/>
              </w:tabs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24924471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CB5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C43CB5" w:rsidRPr="00C77B49">
              <w:rPr>
                <w:sz w:val="18"/>
              </w:rPr>
              <w:tab/>
            </w:r>
            <w:r w:rsidR="006C0EC9" w:rsidRPr="00C77B49">
              <w:rPr>
                <w:sz w:val="18"/>
              </w:rPr>
              <w:t xml:space="preserve">Beglaubigte Kopie des </w:t>
            </w:r>
            <w:r w:rsidR="001A547A" w:rsidRPr="00C77B49">
              <w:rPr>
                <w:sz w:val="18"/>
              </w:rPr>
              <w:t>Sozialversicherungsausweises</w:t>
            </w:r>
          </w:p>
          <w:p w:rsidR="00247F48" w:rsidRPr="00C77B49" w:rsidRDefault="00C77B49" w:rsidP="003D4F20">
            <w:pPr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127293172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CB5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C43CB5" w:rsidRPr="00C77B49">
              <w:rPr>
                <w:sz w:val="18"/>
              </w:rPr>
              <w:tab/>
            </w:r>
            <w:r w:rsidR="001A547A" w:rsidRPr="00C77B49">
              <w:rPr>
                <w:sz w:val="18"/>
              </w:rPr>
              <w:t xml:space="preserve">Beglaubigte Kopie </w:t>
            </w:r>
            <w:proofErr w:type="gramStart"/>
            <w:r w:rsidR="001A547A" w:rsidRPr="00C77B49">
              <w:rPr>
                <w:sz w:val="18"/>
              </w:rPr>
              <w:t xml:space="preserve">des </w:t>
            </w:r>
            <w:r w:rsidR="00247F48" w:rsidRPr="00C77B49">
              <w:rPr>
                <w:sz w:val="18"/>
              </w:rPr>
              <w:t xml:space="preserve"> Zeugnis</w:t>
            </w:r>
            <w:r w:rsidR="001A547A" w:rsidRPr="00C77B49">
              <w:rPr>
                <w:sz w:val="18"/>
              </w:rPr>
              <w:t>ses</w:t>
            </w:r>
            <w:proofErr w:type="gramEnd"/>
            <w:r w:rsidR="00247F48" w:rsidRPr="00C77B49">
              <w:rPr>
                <w:sz w:val="18"/>
              </w:rPr>
              <w:t xml:space="preserve"> über die</w:t>
            </w:r>
            <w:r w:rsidR="00CF75BB" w:rsidRPr="00C77B49">
              <w:rPr>
                <w:sz w:val="18"/>
              </w:rPr>
              <w:t xml:space="preserve"> abgeschlossene fachliche  Ausbildung (</w:t>
            </w:r>
            <w:r w:rsidR="00247F48" w:rsidRPr="00C77B49">
              <w:rPr>
                <w:sz w:val="18"/>
              </w:rPr>
              <w:t xml:space="preserve"> I. und II. </w:t>
            </w:r>
            <w:r w:rsidR="001A547A" w:rsidRPr="00C77B49">
              <w:rPr>
                <w:sz w:val="18"/>
              </w:rPr>
              <w:t>Lehramtsprüfung</w:t>
            </w:r>
            <w:r w:rsidR="00CF75BB" w:rsidRPr="00C77B49">
              <w:rPr>
                <w:sz w:val="18"/>
              </w:rPr>
              <w:t>)</w:t>
            </w:r>
            <w:r w:rsidR="001A547A" w:rsidRPr="00C77B49">
              <w:rPr>
                <w:sz w:val="18"/>
              </w:rPr>
              <w:t xml:space="preserve"> </w:t>
            </w:r>
          </w:p>
          <w:p w:rsidR="00247F48" w:rsidRPr="00C77B49" w:rsidRDefault="00C77B49" w:rsidP="003D4F20">
            <w:pPr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94592657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CB5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C43CB5" w:rsidRPr="00C77B49">
              <w:rPr>
                <w:sz w:val="18"/>
              </w:rPr>
              <w:tab/>
            </w:r>
            <w:r w:rsidR="00CF75BB" w:rsidRPr="00C77B49">
              <w:rPr>
                <w:sz w:val="18"/>
              </w:rPr>
              <w:t xml:space="preserve">Beglaubigte Kopien von Nachweisen (z.B. Arbeitszeugnissen) über frühere Beschäftigungen </w:t>
            </w:r>
            <w:r w:rsidR="003D4F20" w:rsidRPr="00C77B49">
              <w:rPr>
                <w:sz w:val="18"/>
              </w:rPr>
              <w:t>b</w:t>
            </w:r>
            <w:r w:rsidR="00CF75BB" w:rsidRPr="00C77B49">
              <w:rPr>
                <w:sz w:val="18"/>
              </w:rPr>
              <w:t>ei anderen Arbeitgebern</w:t>
            </w:r>
          </w:p>
          <w:p w:rsidR="00247F48" w:rsidRPr="00C77B49" w:rsidRDefault="00C77B49" w:rsidP="003D4F20">
            <w:pPr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1213722650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CB5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C43CB5" w:rsidRPr="00C77B49">
              <w:rPr>
                <w:sz w:val="18"/>
              </w:rPr>
              <w:tab/>
            </w:r>
            <w:r w:rsidR="00247F48" w:rsidRPr="00C77B49">
              <w:rPr>
                <w:sz w:val="18"/>
              </w:rPr>
              <w:t xml:space="preserve">Mitgliedsbescheinigung </w:t>
            </w:r>
            <w:r w:rsidR="001A547A" w:rsidRPr="00C77B49">
              <w:rPr>
                <w:sz w:val="18"/>
              </w:rPr>
              <w:t>der gesetzlichen K</w:t>
            </w:r>
            <w:r w:rsidR="00247F48" w:rsidRPr="00C77B49">
              <w:rPr>
                <w:sz w:val="18"/>
              </w:rPr>
              <w:t>rankenkasse</w:t>
            </w:r>
          </w:p>
          <w:p w:rsidR="00247F48" w:rsidRPr="00C77B49" w:rsidRDefault="00C77B49" w:rsidP="003D4F20">
            <w:pPr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313535891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CB5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C43CB5" w:rsidRPr="00C77B49">
              <w:rPr>
                <w:sz w:val="18"/>
              </w:rPr>
              <w:tab/>
            </w:r>
            <w:r w:rsidR="00247F48" w:rsidRPr="00C77B49">
              <w:rPr>
                <w:sz w:val="18"/>
              </w:rPr>
              <w:t>Nachweis über Schwerbehinderung</w:t>
            </w:r>
            <w:r w:rsidR="001A547A" w:rsidRPr="00C77B49">
              <w:rPr>
                <w:sz w:val="18"/>
              </w:rPr>
              <w:t xml:space="preserve"> (soweit zutreffend)</w:t>
            </w:r>
          </w:p>
          <w:p w:rsidR="00247F48" w:rsidRPr="00C77B49" w:rsidRDefault="00C77B49" w:rsidP="003D4F20">
            <w:pPr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1691828585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CB5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C43CB5" w:rsidRPr="00C77B49">
              <w:rPr>
                <w:sz w:val="18"/>
              </w:rPr>
              <w:tab/>
            </w:r>
            <w:r w:rsidR="00247F48" w:rsidRPr="00C77B49">
              <w:rPr>
                <w:sz w:val="18"/>
              </w:rPr>
              <w:t>Aufenthaltserlaubnis</w:t>
            </w:r>
            <w:r w:rsidR="001A547A" w:rsidRPr="00C77B49">
              <w:rPr>
                <w:sz w:val="18"/>
              </w:rPr>
              <w:t xml:space="preserve"> (bei ausländischen Vertretungskräften ohne EU-Staatsangehörigkeit)</w:t>
            </w:r>
          </w:p>
          <w:p w:rsidR="003D4F20" w:rsidRDefault="003D4F20" w:rsidP="001A547A">
            <w:pPr>
              <w:ind w:left="360" w:hanging="360"/>
              <w:rPr>
                <w:sz w:val="16"/>
                <w:szCs w:val="16"/>
              </w:rPr>
            </w:pPr>
          </w:p>
          <w:p w:rsidR="003D4F20" w:rsidRDefault="00C77B49" w:rsidP="003D4F20">
            <w:pPr>
              <w:rPr>
                <w:b/>
                <w:u w:val="single"/>
              </w:rPr>
            </w:pPr>
            <w:sdt>
              <w:sdtPr>
                <w:rPr>
                  <w:sz w:val="28"/>
                  <w:szCs w:val="18"/>
                </w:rPr>
                <w:id w:val="865715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F20" w:rsidRPr="003D4F20">
                  <w:rPr>
                    <w:rFonts w:ascii="MS Gothic" w:eastAsia="MS Gothic" w:hAnsi="MS Gothic" w:hint="eastAsia"/>
                    <w:sz w:val="28"/>
                    <w:szCs w:val="18"/>
                  </w:rPr>
                  <w:t>☐</w:t>
                </w:r>
              </w:sdtContent>
            </w:sdt>
            <w:r w:rsidR="003D4F20" w:rsidRPr="003D4F20">
              <w:rPr>
                <w:b/>
              </w:rPr>
              <w:t xml:space="preserve"> </w:t>
            </w:r>
            <w:r w:rsidR="003D4F20">
              <w:rPr>
                <w:b/>
                <w:u w:val="single"/>
              </w:rPr>
              <w:t xml:space="preserve">Weiter- oder erneute Beschäftigung: </w:t>
            </w:r>
          </w:p>
          <w:p w:rsidR="003D4F20" w:rsidRPr="00FA10D7" w:rsidRDefault="003D4F20" w:rsidP="003D4F20">
            <w:pPr>
              <w:rPr>
                <w:b/>
                <w:sz w:val="6"/>
                <w:u w:val="single"/>
              </w:rPr>
            </w:pPr>
          </w:p>
          <w:p w:rsidR="00C77B49" w:rsidRDefault="00C77B49" w:rsidP="00C77B49">
            <w:pPr>
              <w:tabs>
                <w:tab w:val="left" w:pos="360"/>
              </w:tabs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203410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831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9A0831" w:rsidRPr="00C77B49">
              <w:rPr>
                <w:sz w:val="18"/>
              </w:rPr>
              <w:tab/>
            </w:r>
            <w:r w:rsidR="00FA10D7" w:rsidRPr="00C77B49">
              <w:rPr>
                <w:sz w:val="18"/>
              </w:rPr>
              <w:t>Vereinbarung über die Befristung eines Arbeitsverhältnisses (bei Nachrücker/MOB und Zweitqualifikanten bereits vorab per Fax an 43.44 übermittelt)</w:t>
            </w:r>
            <w:r>
              <w:rPr>
                <w:sz w:val="18"/>
              </w:rPr>
              <w:t xml:space="preserve"> </w:t>
            </w:r>
          </w:p>
          <w:p w:rsidR="00C77B49" w:rsidRPr="00C77B49" w:rsidRDefault="00C77B49" w:rsidP="00C77B49">
            <w:pPr>
              <w:tabs>
                <w:tab w:val="left" w:pos="360"/>
              </w:tabs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1321418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Pr="00C77B49">
              <w:rPr>
                <w:sz w:val="18"/>
              </w:rPr>
              <w:tab/>
            </w:r>
            <w:r>
              <w:rPr>
                <w:sz w:val="18"/>
              </w:rPr>
              <w:t>Nachweis über einen ausreichenden Masernschutz gemäß § 20 Absatz 9 IfSG</w:t>
            </w:r>
          </w:p>
          <w:p w:rsidR="003D4F20" w:rsidRPr="00C77B49" w:rsidRDefault="00C77B49" w:rsidP="009E6897">
            <w:pPr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87272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831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3D4F20" w:rsidRPr="00C77B49">
              <w:rPr>
                <w:sz w:val="18"/>
              </w:rPr>
              <w:tab/>
              <w:t>Erklärung der Beschäftigten/des Beschäftigten, Teil 1 und 2 (Nrn. 43.7-002 und 43.7-003)</w:t>
            </w:r>
            <w:r w:rsidR="009E6897" w:rsidRPr="00C77B49">
              <w:rPr>
                <w:sz w:val="18"/>
              </w:rPr>
              <w:br/>
            </w:r>
            <w:r w:rsidR="003D4F20" w:rsidRPr="00C77B49">
              <w:rPr>
                <w:b/>
                <w:sz w:val="18"/>
              </w:rPr>
              <w:t>2-fach</w:t>
            </w:r>
          </w:p>
          <w:p w:rsidR="009E6897" w:rsidRPr="00C77B49" w:rsidRDefault="00C77B49" w:rsidP="009E6897">
            <w:pPr>
              <w:tabs>
                <w:tab w:val="left" w:pos="360"/>
              </w:tabs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2005352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897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9E6897" w:rsidRPr="00C77B49">
              <w:rPr>
                <w:sz w:val="18"/>
              </w:rPr>
              <w:tab/>
              <w:t>Erklärung zum Beschäftigungsverhältnis</w:t>
            </w:r>
            <w:r w:rsidR="00363592" w:rsidRPr="00C77B49">
              <w:rPr>
                <w:sz w:val="18"/>
              </w:rPr>
              <w:t xml:space="preserve"> </w:t>
            </w:r>
            <w:r w:rsidR="009E6897" w:rsidRPr="00C77B49">
              <w:rPr>
                <w:sz w:val="18"/>
              </w:rPr>
              <w:t>(Nr. 43.7-026)</w:t>
            </w:r>
          </w:p>
          <w:p w:rsidR="003D4F20" w:rsidRPr="00C77B49" w:rsidRDefault="00C77B49" w:rsidP="003D4F20">
            <w:pPr>
              <w:tabs>
                <w:tab w:val="left" w:pos="360"/>
              </w:tabs>
              <w:ind w:left="1134" w:hanging="567"/>
              <w:rPr>
                <w:sz w:val="18"/>
              </w:rPr>
            </w:pPr>
            <w:sdt>
              <w:sdtPr>
                <w:rPr>
                  <w:sz w:val="24"/>
                  <w:szCs w:val="18"/>
                </w:rPr>
                <w:id w:val="-132226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F20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3D4F20" w:rsidRPr="00C77B49">
              <w:rPr>
                <w:sz w:val="18"/>
              </w:rPr>
              <w:tab/>
              <w:t>Mitgliedsbescheinigung der gesetzlichen Krankenkasse (nur bei Unterbrechung zur letzten Beschäftigung)</w:t>
            </w:r>
          </w:p>
          <w:p w:rsidR="003D4F20" w:rsidRPr="00C77B49" w:rsidRDefault="00C77B49" w:rsidP="003D4F20">
            <w:pPr>
              <w:tabs>
                <w:tab w:val="left" w:pos="360"/>
              </w:tabs>
              <w:ind w:left="1134" w:hanging="567"/>
              <w:rPr>
                <w:b/>
                <w:sz w:val="18"/>
              </w:rPr>
            </w:pPr>
            <w:sdt>
              <w:sdtPr>
                <w:rPr>
                  <w:sz w:val="24"/>
                  <w:szCs w:val="18"/>
                </w:rPr>
                <w:id w:val="624051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F20" w:rsidRPr="00C77B49">
                  <w:rPr>
                    <w:rFonts w:ascii="MS Gothic" w:eastAsia="MS Gothic" w:hAnsi="MS Gothic" w:hint="eastAsia"/>
                    <w:sz w:val="24"/>
                    <w:szCs w:val="18"/>
                  </w:rPr>
                  <w:t>☐</w:t>
                </w:r>
              </w:sdtContent>
            </w:sdt>
            <w:r w:rsidR="003D4F20" w:rsidRPr="00C77B49">
              <w:rPr>
                <w:sz w:val="18"/>
              </w:rPr>
              <w:tab/>
            </w:r>
            <w:r w:rsidR="009E6897" w:rsidRPr="00C77B49">
              <w:rPr>
                <w:sz w:val="18"/>
              </w:rPr>
              <w:t xml:space="preserve">Erweitertes Führungszeugnis </w:t>
            </w:r>
            <w:r w:rsidR="009E6897" w:rsidRPr="00C77B49">
              <w:rPr>
                <w:b/>
                <w:sz w:val="18"/>
              </w:rPr>
              <w:t>zur Vorlage bei einer Behörde</w:t>
            </w:r>
            <w:r w:rsidR="009E6897" w:rsidRPr="00C77B49">
              <w:rPr>
                <w:sz w:val="18"/>
              </w:rPr>
              <w:t xml:space="preserve"> nach §30 a BZRG, </w:t>
            </w:r>
            <w:r w:rsidR="00FA10D7" w:rsidRPr="00C77B49">
              <w:rPr>
                <w:sz w:val="18"/>
              </w:rPr>
              <w:t xml:space="preserve">wenn </w:t>
            </w:r>
            <w:proofErr w:type="gramStart"/>
            <w:r w:rsidR="00FA10D7" w:rsidRPr="00C77B49">
              <w:rPr>
                <w:sz w:val="18"/>
              </w:rPr>
              <w:t>angefordert  (</w:t>
            </w:r>
            <w:proofErr w:type="gramEnd"/>
            <w:r w:rsidR="00FA10D7" w:rsidRPr="00C77B49">
              <w:rPr>
                <w:sz w:val="18"/>
              </w:rPr>
              <w:t>bei Nachrücker/MOB und Zweitqualifikanten bereits vorab per Fax an 43.44 übermittelt)</w:t>
            </w:r>
          </w:p>
          <w:p w:rsidR="001A547A" w:rsidRDefault="001A547A" w:rsidP="001A547A">
            <w:pPr>
              <w:ind w:left="360" w:hanging="360"/>
            </w:pPr>
          </w:p>
        </w:tc>
      </w:tr>
      <w:tr w:rsidR="00247F48">
        <w:trPr>
          <w:cantSplit/>
          <w:trHeight w:hRule="exact" w:val="726"/>
        </w:trPr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F48" w:rsidRPr="008A424E" w:rsidRDefault="00C77B49" w:rsidP="009E6897">
            <w:pPr>
              <w:pStyle w:val="Fuzeile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sdt>
              <w:sdtPr>
                <w:rPr>
                  <w:sz w:val="28"/>
                </w:rPr>
                <w:id w:val="-1847552107"/>
                <w:showingPlcHdr/>
                <w:text/>
              </w:sdtPr>
              <w:sdtEndPr/>
              <w:sdtContent>
                <w:r w:rsidR="009E6897">
                  <w:rPr>
                    <w:rStyle w:val="Platzhaltertext"/>
                  </w:rPr>
                  <w:t>Ort, Datum</w:t>
                </w:r>
              </w:sdtContent>
            </w:sdt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F48" w:rsidRDefault="00247F48">
            <w:pPr>
              <w:pStyle w:val="Fuzeile"/>
              <w:tabs>
                <w:tab w:val="clear" w:pos="4536"/>
                <w:tab w:val="clear" w:pos="9072"/>
              </w:tabs>
            </w:pPr>
          </w:p>
        </w:tc>
        <w:tc>
          <w:tcPr>
            <w:tcW w:w="48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7F48" w:rsidRDefault="00247F48">
            <w:pPr>
              <w:pStyle w:val="Fuzeile"/>
              <w:tabs>
                <w:tab w:val="clear" w:pos="4536"/>
                <w:tab w:val="clear" w:pos="9072"/>
              </w:tabs>
            </w:pPr>
          </w:p>
        </w:tc>
      </w:tr>
      <w:tr w:rsidR="00247F48">
        <w:trPr>
          <w:cantSplit/>
          <w:trHeight w:hRule="exact" w:val="244"/>
        </w:trPr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7F48" w:rsidRDefault="00247F48">
            <w:pPr>
              <w:pStyle w:val="Fu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Ort, Datum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7F48" w:rsidRDefault="00247F48">
            <w:pPr>
              <w:pStyle w:val="Fuzeile"/>
              <w:tabs>
                <w:tab w:val="clear" w:pos="4536"/>
                <w:tab w:val="clear" w:pos="9072"/>
              </w:tabs>
              <w:rPr>
                <w:sz w:val="16"/>
              </w:rPr>
            </w:pPr>
          </w:p>
        </w:tc>
        <w:tc>
          <w:tcPr>
            <w:tcW w:w="48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7F48" w:rsidRDefault="00247F48">
            <w:pPr>
              <w:pStyle w:val="Fuzeile"/>
              <w:tabs>
                <w:tab w:val="clear" w:pos="4536"/>
                <w:tab w:val="clear" w:pos="9072"/>
              </w:tabs>
              <w:rPr>
                <w:sz w:val="16"/>
              </w:rPr>
            </w:pPr>
            <w:r>
              <w:rPr>
                <w:sz w:val="16"/>
              </w:rPr>
              <w:t>Unterschrift, Amtsbezeichnung</w:t>
            </w:r>
          </w:p>
        </w:tc>
      </w:tr>
    </w:tbl>
    <w:p w:rsidR="00247F48" w:rsidRDefault="00247F48">
      <w:pPr>
        <w:pStyle w:val="Fuzeile"/>
        <w:tabs>
          <w:tab w:val="clear" w:pos="4536"/>
          <w:tab w:val="clear" w:pos="9072"/>
        </w:tabs>
        <w:rPr>
          <w:sz w:val="8"/>
        </w:rPr>
      </w:pPr>
    </w:p>
    <w:sectPr w:rsidR="00247F48">
      <w:headerReference w:type="default" r:id="rId7"/>
      <w:pgSz w:w="11906" w:h="16838" w:code="9"/>
      <w:pgMar w:top="-360" w:right="709" w:bottom="284" w:left="1418" w:header="567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C4E" w:rsidRDefault="00DF0C4E">
      <w:r>
        <w:separator/>
      </w:r>
    </w:p>
  </w:endnote>
  <w:endnote w:type="continuationSeparator" w:id="0">
    <w:p w:rsidR="00DF0C4E" w:rsidRDefault="00DF0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C4E" w:rsidRDefault="00DF0C4E">
      <w:r>
        <w:separator/>
      </w:r>
    </w:p>
  </w:footnote>
  <w:footnote w:type="continuationSeparator" w:id="0">
    <w:p w:rsidR="00DF0C4E" w:rsidRDefault="00DF0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F48" w:rsidRDefault="004D1BE3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7096C9" wp14:editId="6E5559B5">
              <wp:simplePos x="0" y="0"/>
              <wp:positionH relativeFrom="column">
                <wp:posOffset>-634365</wp:posOffset>
              </wp:positionH>
              <wp:positionV relativeFrom="paragraph">
                <wp:posOffset>2424430</wp:posOffset>
              </wp:positionV>
              <wp:extent cx="571500" cy="228600"/>
              <wp:effectExtent l="3810" t="0" r="0" b="4445"/>
              <wp:wrapNone/>
              <wp:docPr id="10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7F48" w:rsidRDefault="00247F48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Betreff: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7096C9" id="_x0000_t202" coordsize="21600,21600" o:spt="202" path="m,l,21600r21600,l21600,xe">
              <v:stroke joinstyle="miter"/>
              <v:path gradientshapeok="t" o:connecttype="rect"/>
            </v:shapetype>
            <v:shape id="Text Box 29" o:spid="_x0000_s1026" type="#_x0000_t202" style="position:absolute;margin-left:-49.95pt;margin-top:190.9pt;width:4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7bkfwIAABA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" stroked="f">
              <v:textbox>
                <w:txbxContent>
                  <w:p w:rsidR="00247F48" w:rsidRDefault="00247F48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Betreff: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5B5F79E6" wp14:editId="78D46436">
              <wp:simplePos x="0" y="0"/>
              <wp:positionH relativeFrom="column">
                <wp:posOffset>-253365</wp:posOffset>
              </wp:positionH>
              <wp:positionV relativeFrom="paragraph">
                <wp:posOffset>523240</wp:posOffset>
              </wp:positionV>
              <wp:extent cx="3274695" cy="1837055"/>
              <wp:effectExtent l="3810" t="0" r="0" b="1905"/>
              <wp:wrapNone/>
              <wp:docPr id="5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274695" cy="1837055"/>
                        <a:chOff x="1018" y="1365"/>
                        <a:chExt cx="5157" cy="2893"/>
                      </a:xfrm>
                    </wpg:grpSpPr>
                    <wps:wsp>
                      <wps:cNvPr id="6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18" y="1365"/>
                          <a:ext cx="360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F48" w:rsidRDefault="00247F48">
                            <w:r>
                              <w:rPr>
                                <w:rFonts w:ascii="Courier New" w:hAnsi="Courier New" w:cs="Courier New"/>
                              </w:rPr>
                              <w:t>┌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  <wps:wsp>
                      <wps:cNvPr id="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811" y="1367"/>
                          <a:ext cx="360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F48" w:rsidRDefault="00247F48">
                            <w:r>
                              <w:rPr>
                                <w:rFonts w:ascii="Courier New" w:hAnsi="Courier New" w:cs="Courier New"/>
                              </w:rPr>
                              <w:t>┐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  <wps:wsp>
                      <wps:cNvPr id="8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018" y="3898"/>
                          <a:ext cx="360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F48" w:rsidRDefault="00247F48">
                            <w:r>
                              <w:rPr>
                                <w:rFonts w:ascii="Courier New" w:hAnsi="Courier New" w:cs="Courier New"/>
                              </w:rPr>
                              <w:t>└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  <wps:wsp>
                      <wps:cNvPr id="9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5815" y="3898"/>
                          <a:ext cx="360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F48" w:rsidRDefault="00247F48">
                            <w:r>
                              <w:rPr>
                                <w:rFonts w:ascii="Courier New" w:hAnsi="Courier New" w:cs="Courier New"/>
                              </w:rPr>
                              <w:t>┘</w:t>
                            </w:r>
                          </w:p>
                        </w:txbxContent>
                      </wps:txbx>
                      <wps:bodyPr rot="0" vert="horz" wrap="square" lIns="18000" tIns="45720" rIns="1800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5F79E6" id="Group 22" o:spid="_x0000_s1027" style="position:absolute;margin-left:-19.95pt;margin-top:41.2pt;width:257.85pt;height:144.65pt;z-index:251656192" coordorigin="1018,1365" coordsize="5157,2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">
              <v:shape id="Text Box 1" o:spid="_x0000_s1028" type="#_x0000_t202" style="position:absolute;left:1018;top:136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" filled="f" stroked="f">
                <v:textbox inset=".5mm,,.5mm">
                  <w:txbxContent>
                    <w:p w:rsidR="00247F48" w:rsidRDefault="00247F48">
                      <w:r>
                        <w:rPr>
                          <w:rFonts w:ascii="Courier New" w:hAnsi="Courier New" w:cs="Courier New"/>
                        </w:rPr>
                        <w:t>┌</w:t>
                      </w:r>
                    </w:p>
                  </w:txbxContent>
                </v:textbox>
              </v:shape>
              <v:shape id="Text Box 2" o:spid="_x0000_s1029" type="#_x0000_t202" style="position:absolute;left:5811;top:136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" filled="f" stroked="f">
                <v:textbox inset=".5mm,,.5mm">
                  <w:txbxContent>
                    <w:p w:rsidR="00247F48" w:rsidRDefault="00247F48">
                      <w:r>
                        <w:rPr>
                          <w:rFonts w:ascii="Courier New" w:hAnsi="Courier New" w:cs="Courier New"/>
                        </w:rPr>
                        <w:t>┐</w:t>
                      </w:r>
                    </w:p>
                  </w:txbxContent>
                </v:textbox>
              </v:shape>
              <v:shape id="Text Box 5" o:spid="_x0000_s1030" type="#_x0000_t202" style="position:absolute;left:1018;top:3898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" filled="f" stroked="f">
                <v:textbox inset=".5mm,,.5mm">
                  <w:txbxContent>
                    <w:p w:rsidR="00247F48" w:rsidRDefault="00247F48">
                      <w:r>
                        <w:rPr>
                          <w:rFonts w:ascii="Courier New" w:hAnsi="Courier New" w:cs="Courier New"/>
                        </w:rPr>
                        <w:t>└</w:t>
                      </w:r>
                    </w:p>
                  </w:txbxContent>
                </v:textbox>
              </v:shape>
              <v:shape id="Text Box 6" o:spid="_x0000_s1031" type="#_x0000_t202" style="position:absolute;left:5815;top:3898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" filled="f" stroked="f">
                <v:textbox inset=".5mm,,.5mm">
                  <w:txbxContent>
                    <w:p w:rsidR="00247F48" w:rsidRDefault="00247F48">
                      <w:r>
                        <w:rPr>
                          <w:rFonts w:ascii="Courier New" w:hAnsi="Courier New" w:cs="Courier New"/>
                        </w:rPr>
                        <w:t>┘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7156EE5" wp14:editId="5C4C03A8">
              <wp:simplePos x="0" y="0"/>
              <wp:positionH relativeFrom="column">
                <wp:posOffset>-899795</wp:posOffset>
              </wp:positionH>
              <wp:positionV relativeFrom="paragraph">
                <wp:posOffset>2832735</wp:posOffset>
              </wp:positionV>
              <wp:extent cx="342900" cy="3763645"/>
              <wp:effectExtent l="5080" t="13335" r="13970" b="13970"/>
              <wp:wrapNone/>
              <wp:docPr id="1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42900" cy="3763645"/>
                        <a:chOff x="-22" y="5018"/>
                        <a:chExt cx="540" cy="5927"/>
                      </a:xfrm>
                    </wpg:grpSpPr>
                    <wps:wsp>
                      <wps:cNvPr id="2" name="Line 10"/>
                      <wps:cNvCnPr/>
                      <wps:spPr bwMode="auto">
                        <a:xfrm>
                          <a:off x="-22" y="5018"/>
                          <a:ext cx="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11"/>
                      <wps:cNvCnPr/>
                      <wps:spPr bwMode="auto">
                        <a:xfrm>
                          <a:off x="-22" y="8503"/>
                          <a:ext cx="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2"/>
                      <wps:cNvCnPr/>
                      <wps:spPr bwMode="auto">
                        <a:xfrm>
                          <a:off x="-22" y="10945"/>
                          <a:ext cx="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50442C" id="Group 9" o:spid="_x0000_s1026" style="position:absolute;margin-left:-70.85pt;margin-top:223.05pt;width:27pt;height:296.35pt;z-index:251657216" coordorigin="-22,5018" coordsize="540,5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">
              <v:line id="Line 10" o:spid="_x0000_s1027" style="position:absolute;visibility:visible;mso-wrap-style:square" from="-22,5018" to="518,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<v:line id="Line 11" o:spid="_x0000_s1028" style="position:absolute;visibility:visible;mso-wrap-style:square" from="-22,8503" to="518,8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<v:line id="Line 12" o:spid="_x0000_s1029" style="position:absolute;visibility:visible;mso-wrap-style:square" from="-22,10945" to="518,10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02B39"/>
    <w:multiLevelType w:val="multilevel"/>
    <w:tmpl w:val="87DED4B6"/>
    <w:lvl w:ilvl="0">
      <w:start w:val="1"/>
      <w:numFmt w:val="upperLetter"/>
      <w:pStyle w:val="GliederungA1a-"/>
      <w:lvlText w:val="%1)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."/>
      <w:lvlJc w:val="left"/>
      <w:pPr>
        <w:tabs>
          <w:tab w:val="num" w:pos="814"/>
        </w:tabs>
        <w:ind w:left="794" w:hanging="340"/>
      </w:p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134" w:hanging="340"/>
      </w:pPr>
    </w:lvl>
    <w:lvl w:ilvl="3">
      <w:start w:val="1"/>
      <w:numFmt w:val="none"/>
      <w:lvlText w:val="-"/>
      <w:lvlJc w:val="left"/>
      <w:pPr>
        <w:tabs>
          <w:tab w:val="num" w:pos="1494"/>
        </w:tabs>
        <w:ind w:left="1361" w:hanging="227"/>
      </w:pPr>
    </w:lvl>
    <w:lvl w:ilvl="4">
      <w:start w:val="1"/>
      <w:numFmt w:val="none"/>
      <w:lvlText w:val=""/>
      <w:lvlJc w:val="left"/>
      <w:pPr>
        <w:tabs>
          <w:tab w:val="num" w:pos="1381"/>
        </w:tabs>
        <w:ind w:left="1247" w:hanging="226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469C0234"/>
    <w:multiLevelType w:val="multilevel"/>
    <w:tmpl w:val="D2C44138"/>
    <w:lvl w:ilvl="0">
      <w:start w:val="1"/>
      <w:numFmt w:val="decimal"/>
      <w:pStyle w:val="Gliederung111a-"/>
      <w:lvlText w:val="%1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</w:lvl>
    <w:lvl w:ilvl="3">
      <w:start w:val="1"/>
      <w:numFmt w:val="lowerLetter"/>
      <w:lvlText w:val="%4)"/>
      <w:lvlJc w:val="left"/>
      <w:pPr>
        <w:tabs>
          <w:tab w:val="num" w:pos="1040"/>
        </w:tabs>
        <w:ind w:left="1021" w:hanging="341"/>
      </w:pPr>
    </w:lvl>
    <w:lvl w:ilvl="4">
      <w:start w:val="1"/>
      <w:numFmt w:val="none"/>
      <w:lvlText w:val="-"/>
      <w:lvlJc w:val="left"/>
      <w:pPr>
        <w:tabs>
          <w:tab w:val="num" w:pos="1381"/>
        </w:tabs>
        <w:ind w:left="1247" w:hanging="226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4EB54D19"/>
    <w:multiLevelType w:val="hybridMultilevel"/>
    <w:tmpl w:val="02FAADE2"/>
    <w:lvl w:ilvl="0" w:tplc="1C1A5666"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87E8F"/>
    <w:multiLevelType w:val="hybridMultilevel"/>
    <w:tmpl w:val="E7E849E0"/>
    <w:lvl w:ilvl="0" w:tplc="5F9C51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48"/>
    <w:rsid w:val="00041A67"/>
    <w:rsid w:val="000B26BC"/>
    <w:rsid w:val="001A547A"/>
    <w:rsid w:val="00247F48"/>
    <w:rsid w:val="0027731E"/>
    <w:rsid w:val="002F553A"/>
    <w:rsid w:val="00303D8F"/>
    <w:rsid w:val="00363592"/>
    <w:rsid w:val="003906B1"/>
    <w:rsid w:val="003D4F20"/>
    <w:rsid w:val="00402AC3"/>
    <w:rsid w:val="004D1BE3"/>
    <w:rsid w:val="005F531D"/>
    <w:rsid w:val="006A7420"/>
    <w:rsid w:val="006C0EC9"/>
    <w:rsid w:val="006D4527"/>
    <w:rsid w:val="00757F89"/>
    <w:rsid w:val="007A0B56"/>
    <w:rsid w:val="007D6845"/>
    <w:rsid w:val="008A424E"/>
    <w:rsid w:val="008D02B1"/>
    <w:rsid w:val="009A0831"/>
    <w:rsid w:val="009E6897"/>
    <w:rsid w:val="00A97AE1"/>
    <w:rsid w:val="00B17343"/>
    <w:rsid w:val="00B5568E"/>
    <w:rsid w:val="00B660EA"/>
    <w:rsid w:val="00BA4CD8"/>
    <w:rsid w:val="00C43CB5"/>
    <w:rsid w:val="00C5180F"/>
    <w:rsid w:val="00C77B49"/>
    <w:rsid w:val="00CF75BB"/>
    <w:rsid w:val="00D65E64"/>
    <w:rsid w:val="00D738D1"/>
    <w:rsid w:val="00DF0C4E"/>
    <w:rsid w:val="00E3214D"/>
    <w:rsid w:val="00F478B6"/>
    <w:rsid w:val="00F640A9"/>
    <w:rsid w:val="00F711D2"/>
    <w:rsid w:val="00FA10D7"/>
    <w:rsid w:val="00FA45A7"/>
    <w:rsid w:val="00FA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0F6F8AB"/>
  <w15:docId w15:val="{5830B3DE-4380-420F-B75F-072E9DEA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next w:val="Standard"/>
    <w:pPr>
      <w:tabs>
        <w:tab w:val="center" w:pos="4536"/>
        <w:tab w:val="right" w:pos="9072"/>
      </w:tabs>
    </w:pPr>
  </w:style>
  <w:style w:type="paragraph" w:customStyle="1" w:styleId="Gliederung111a-">
    <w:name w:val="Gliederung 1.1.1a)-"/>
    <w:basedOn w:val="Standard"/>
    <w:pPr>
      <w:numPr>
        <w:numId w:val="1"/>
      </w:numPr>
      <w:ind w:right="213"/>
    </w:pPr>
  </w:style>
  <w:style w:type="paragraph" w:customStyle="1" w:styleId="GliederungA1a-">
    <w:name w:val="Gliederung A)1.a)-"/>
    <w:basedOn w:val="Gliederung111a-"/>
    <w:pPr>
      <w:numPr>
        <w:numId w:val="2"/>
      </w:numPr>
    </w:pPr>
  </w:style>
  <w:style w:type="paragraph" w:styleId="Kopfzeile">
    <w:name w:val="header"/>
    <w:basedOn w:val="Standard"/>
    <w:next w:val="Standard"/>
    <w:pPr>
      <w:tabs>
        <w:tab w:val="center" w:pos="4536"/>
        <w:tab w:val="right" w:pos="9072"/>
      </w:tabs>
    </w:pPr>
  </w:style>
  <w:style w:type="paragraph" w:customStyle="1" w:styleId="sachlVerf">
    <w:name w:val="sachl. Verf."/>
    <w:basedOn w:val="Standard"/>
    <w:pPr>
      <w:tabs>
        <w:tab w:val="left" w:pos="2552"/>
        <w:tab w:val="left" w:pos="2835"/>
        <w:tab w:val="left" w:pos="4678"/>
        <w:tab w:val="left" w:pos="5812"/>
        <w:tab w:val="left" w:pos="6096"/>
        <w:tab w:val="left" w:pos="7513"/>
        <w:tab w:val="left" w:pos="8647"/>
      </w:tabs>
      <w:ind w:hanging="426"/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247F48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43C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Vorlagen_TG\Bereich4\SG_43\43_061_Unterlagen_unterh_Unterrich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4D288D79F24309AA7C8DA83A541D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3A8AE0-DC04-417A-9C03-7C978642AA84}"/>
      </w:docPartPr>
      <w:docPartBody>
        <w:p w:rsidR="00A72D8B" w:rsidRDefault="000A5426" w:rsidP="000A5426">
          <w:pPr>
            <w:pStyle w:val="1E4D288D79F24309AA7C8DA83A541DC610"/>
          </w:pPr>
          <w:r>
            <w:rPr>
              <w:rStyle w:val="Platzhaltertext"/>
            </w:rPr>
            <w:t>SG-Nummer</w:t>
          </w:r>
        </w:p>
      </w:docPartBody>
    </w:docPart>
    <w:docPart>
      <w:docPartPr>
        <w:name w:val="3F5552FEF7CB4D0A872DF3EF8F6135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4F17E0-E2E8-4812-B7FF-895D3C946860}"/>
      </w:docPartPr>
      <w:docPartBody>
        <w:p w:rsidR="00A72D8B" w:rsidRDefault="000A5426" w:rsidP="000A5426">
          <w:pPr>
            <w:pStyle w:val="3F5552FEF7CB4D0A872DF3EF8F6135A97"/>
          </w:pPr>
          <w:r>
            <w:rPr>
              <w:rStyle w:val="Platzhaltertext"/>
            </w:rPr>
            <w:t>Absender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6"/>
    <w:rsid w:val="000A5426"/>
    <w:rsid w:val="00A7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5426"/>
    <w:rPr>
      <w:color w:val="808080"/>
    </w:rPr>
  </w:style>
  <w:style w:type="paragraph" w:customStyle="1" w:styleId="9A40A4221FA24DA48BC473003706DF64">
    <w:name w:val="9A40A4221FA24DA48BC473003706DF64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A40A4221FA24DA48BC473003706DF641">
    <w:name w:val="9A40A4221FA24DA48BC473003706DF641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">
    <w:name w:val="1E4D288D79F24309AA7C8DA83A541DC6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A40A4221FA24DA48BC473003706DF642">
    <w:name w:val="9A40A4221FA24DA48BC473003706DF642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1">
    <w:name w:val="1E4D288D79F24309AA7C8DA83A541DC61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A40A4221FA24DA48BC473003706DF643">
    <w:name w:val="9A40A4221FA24DA48BC473003706DF643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A40A4221FA24DA48BC473003706DF644">
    <w:name w:val="9A40A4221FA24DA48BC473003706DF644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A40A4221FA24DA48BC473003706DF645">
    <w:name w:val="9A40A4221FA24DA48BC473003706DF645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A40A4221FA24DA48BC473003706DF646">
    <w:name w:val="9A40A4221FA24DA48BC473003706DF646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2">
    <w:name w:val="1E4D288D79F24309AA7C8DA83A541DC62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9A40A4221FA24DA48BC473003706DF647">
    <w:name w:val="9A40A4221FA24DA48BC473003706DF647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997B8817FB848CF96C139DC250AE65C">
    <w:name w:val="8997B8817FB848CF96C139DC250AE65C"/>
    <w:rsid w:val="000A5426"/>
  </w:style>
  <w:style w:type="paragraph" w:customStyle="1" w:styleId="3F5552FEF7CB4D0A872DF3EF8F6135A9">
    <w:name w:val="3F5552FEF7CB4D0A872DF3EF8F6135A9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3">
    <w:name w:val="1E4D288D79F24309AA7C8DA83A541DC63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997B8817FB848CF96C139DC250AE65C1">
    <w:name w:val="8997B8817FB848CF96C139DC250AE65C1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F5552FEF7CB4D0A872DF3EF8F6135A91">
    <w:name w:val="3F5552FEF7CB4D0A872DF3EF8F6135A91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4">
    <w:name w:val="1E4D288D79F24309AA7C8DA83A541DC64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997B8817FB848CF96C139DC250AE65C2">
    <w:name w:val="8997B8817FB848CF96C139DC250AE65C2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F5552FEF7CB4D0A872DF3EF8F6135A92">
    <w:name w:val="3F5552FEF7CB4D0A872DF3EF8F6135A92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5">
    <w:name w:val="1E4D288D79F24309AA7C8DA83A541DC65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997B8817FB848CF96C139DC250AE65C3">
    <w:name w:val="8997B8817FB848CF96C139DC250AE65C3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F5552FEF7CB4D0A872DF3EF8F6135A93">
    <w:name w:val="3F5552FEF7CB4D0A872DF3EF8F6135A93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6">
    <w:name w:val="1E4D288D79F24309AA7C8DA83A541DC66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997B8817FB848CF96C139DC250AE65C4">
    <w:name w:val="8997B8817FB848CF96C139DC250AE65C4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F5552FEF7CB4D0A872DF3EF8F6135A94">
    <w:name w:val="3F5552FEF7CB4D0A872DF3EF8F6135A94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7">
    <w:name w:val="1E4D288D79F24309AA7C8DA83A541DC67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997B8817FB848CF96C139DC250AE65C5">
    <w:name w:val="8997B8817FB848CF96C139DC250AE65C5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F5552FEF7CB4D0A872DF3EF8F6135A95">
    <w:name w:val="3F5552FEF7CB4D0A872DF3EF8F6135A95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8">
    <w:name w:val="1E4D288D79F24309AA7C8DA83A541DC68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997B8817FB848CF96C139DC250AE65C6">
    <w:name w:val="8997B8817FB848CF96C139DC250AE65C6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3F5552FEF7CB4D0A872DF3EF8F6135A96">
    <w:name w:val="3F5552FEF7CB4D0A872DF3EF8F6135A96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9">
    <w:name w:val="1E4D288D79F24309AA7C8DA83A541DC69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997B8817FB848CF96C139DC250AE65C7">
    <w:name w:val="8997B8817FB848CF96C139DC250AE65C7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BD1B1F3CAA4475CA80116DFF36DF153">
    <w:name w:val="4BD1B1F3CAA4475CA80116DFF36DF153"/>
    <w:rsid w:val="000A5426"/>
  </w:style>
  <w:style w:type="paragraph" w:customStyle="1" w:styleId="3F5552FEF7CB4D0A872DF3EF8F6135A97">
    <w:name w:val="3F5552FEF7CB4D0A872DF3EF8F6135A97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1E4D288D79F24309AA7C8DA83A541DC610">
    <w:name w:val="1E4D288D79F24309AA7C8DA83A541DC610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8997B8817FB848CF96C139DC250AE65C8">
    <w:name w:val="8997B8817FB848CF96C139DC250AE65C8"/>
    <w:rsid w:val="000A5426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customStyle="1" w:styleId="4BD1B1F3CAA4475CA80116DFF36DF1531">
    <w:name w:val="4BD1B1F3CAA4475CA80116DFF36DF1531"/>
    <w:rsid w:val="000A5426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43_061_Unterlagen_unterh_Unterricht.dot</Template>
  <TotalTime>0</TotalTime>
  <Pages>1</Pages>
  <Words>342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┌    ┐└    ┘▲  ►  ▼  ◄</vt:lpstr>
    </vt:vector>
  </TitlesOfParts>
  <Company>Name der Organisation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┌    ┐└    ┘▲  ►  ▼  ◄</dc:title>
  <dc:creator>540.61</dc:creator>
  <cp:lastModifiedBy>Vollmar, Dirk (RMFR)</cp:lastModifiedBy>
  <cp:revision>8</cp:revision>
  <cp:lastPrinted>2018-09-18T06:30:00Z</cp:lastPrinted>
  <dcterms:created xsi:type="dcterms:W3CDTF">2018-09-18T07:55:00Z</dcterms:created>
  <dcterms:modified xsi:type="dcterms:W3CDTF">2020-04-01T09:49:00Z</dcterms:modified>
</cp:coreProperties>
</file>